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3920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2020-2022</w:t>
      </w:r>
    </w:p>
    <w:p w14:paraId="25E3684E" w14:textId="4E0C9D83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A03E51">
        <w:rPr>
          <w:rFonts w:ascii="Corbel" w:hAnsi="Corbel"/>
          <w:sz w:val="20"/>
          <w:szCs w:val="20"/>
        </w:rPr>
        <w:t>1-</w:t>
      </w:r>
      <w:r w:rsidR="00D66098">
        <w:rPr>
          <w:rFonts w:ascii="Corbel" w:hAnsi="Corbel"/>
          <w:sz w:val="20"/>
          <w:szCs w:val="20"/>
        </w:rPr>
        <w:t>202</w:t>
      </w:r>
      <w:r w:rsidR="00A03E51">
        <w:rPr>
          <w:rFonts w:ascii="Corbel" w:hAnsi="Corbel"/>
          <w:sz w:val="20"/>
          <w:szCs w:val="20"/>
        </w:rPr>
        <w:t>2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5E9E3124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5ACDF16F" w:rsidR="00015B8F" w:rsidRPr="009C54AE" w:rsidRDefault="00C823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65AACDE5" w:rsidR="009C54A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77777777" w:rsidR="00E960BB" w:rsidRPr="009026B1" w:rsidRDefault="00326670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77777777" w:rsidR="00C8239E" w:rsidRPr="009C54AE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- bardzo dobry</w:t>
            </w:r>
          </w:p>
          <w:p w14:paraId="62CDECB3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10FE7861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egzaminu: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egzaminacyjną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0D5CE38E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3F92688C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51% - 60% - dostateczny, </w:t>
            </w:r>
          </w:p>
          <w:p w14:paraId="6EC191E8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13076353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D7A2C50" w14:textId="77777777" w:rsidR="00215038" w:rsidRPr="00365921" w:rsidRDefault="00215038" w:rsidP="002150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7302C5A3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>% - bardzo dobry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77777777" w:rsidR="0085747A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Wyd. 6. -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F.P. The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practice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 Public Relations.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Harlow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Essex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England Pearson </w:t>
            </w:r>
            <w:proofErr w:type="spellStart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Education</w:t>
            </w:r>
            <w:proofErr w:type="spellEnd"/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FB45B" w14:textId="77777777" w:rsidR="00D9706F" w:rsidRDefault="00D9706F" w:rsidP="00C16ABF">
      <w:pPr>
        <w:spacing w:after="0" w:line="240" w:lineRule="auto"/>
      </w:pPr>
      <w:r>
        <w:separator/>
      </w:r>
    </w:p>
  </w:endnote>
  <w:endnote w:type="continuationSeparator" w:id="0">
    <w:p w14:paraId="6207CB5E" w14:textId="77777777" w:rsidR="00D9706F" w:rsidRDefault="00D970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89A21" w14:textId="77777777" w:rsidR="00D9706F" w:rsidRDefault="00D9706F" w:rsidP="00C16ABF">
      <w:pPr>
        <w:spacing w:after="0" w:line="240" w:lineRule="auto"/>
      </w:pPr>
      <w:r>
        <w:separator/>
      </w:r>
    </w:p>
  </w:footnote>
  <w:footnote w:type="continuationSeparator" w:id="0">
    <w:p w14:paraId="5905D1CB" w14:textId="77777777" w:rsidR="00D9706F" w:rsidRDefault="00D9706F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9706F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6C771D-0C3F-4567-9748-E0BAC052C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EF831-F697-4CE9-A9B3-895515BD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2019-02-06T12:12:00Z</cp:lastPrinted>
  <dcterms:created xsi:type="dcterms:W3CDTF">2020-12-02T08:38:00Z</dcterms:created>
  <dcterms:modified xsi:type="dcterms:W3CDTF">2020-12-13T20:21:00Z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